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4E34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3F6711E2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025E1A4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SŁOWNICTWO</w:t>
      </w:r>
    </w:p>
    <w:p w14:paraId="784E48E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E50080E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</w:p>
    <w:p w14:paraId="0F51F334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1.C; 2.E; 3.F; 4.A; 5.B; 6.D.</w:t>
      </w:r>
    </w:p>
    <w:p w14:paraId="55EBDDF1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4AE4E67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3E0295D1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gira; 2.esci; 3.passa; 4.va’/vai; 5.attraversa; 6.cerca; 7.prendere; 8.avvicinati; 9.gira; 10.entrarci; 11.va’/vai; 12.prendi; 13.chiamami.</w:t>
      </w:r>
    </w:p>
    <w:p w14:paraId="043A48F3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0D3378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3</w:t>
      </w:r>
    </w:p>
    <w:p w14:paraId="547C6E5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1.C; 2.E; 3.A; 4.F; 5.B; 6.D.</w:t>
      </w:r>
    </w:p>
    <w:p w14:paraId="44A1E116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144EEE6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4</w:t>
      </w:r>
    </w:p>
    <w:p w14:paraId="1C8DA23B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1.E; 2.H; 3.D; 4.G; 5.C; 6.A; 7.B; 8.F.</w:t>
      </w:r>
    </w:p>
    <w:p w14:paraId="00957F83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249826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5</w:t>
      </w:r>
    </w:p>
    <w:p w14:paraId="591CA400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wypowiedź dowolna</w:t>
      </w:r>
    </w:p>
    <w:p w14:paraId="3ACC7FA2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493D1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6</w:t>
      </w:r>
    </w:p>
    <w:p w14:paraId="5EB9BA5A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1.D; 2.F; 3.B; 4.L; 5.G; 6.H; 7.C; 8.I; 9.E; 10.A.</w:t>
      </w:r>
    </w:p>
    <w:p w14:paraId="162EF97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25443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7B6C0BA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SŁUCHANYCH</w:t>
      </w:r>
    </w:p>
    <w:p w14:paraId="690C9C19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CD66F1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14:paraId="19F2E8B2" w14:textId="77777777" w:rsidR="001B4B67" w:rsidRDefault="001B4B67" w:rsidP="001B4B67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vuole andare in vacanza/ vuole partire/ vuole partire per riposarsi/ ha qualche giorno libero e  vuole partire per riposarsi</w:t>
      </w:r>
    </w:p>
    <w:p w14:paraId="16D5B089" w14:textId="77777777" w:rsidR="001B4B67" w:rsidRDefault="001B4B67" w:rsidP="001B4B67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in Francia/ sulla Costa Azzurra/ a Nizza</w:t>
      </w:r>
    </w:p>
    <w:p w14:paraId="1EE23045" w14:textId="77777777" w:rsidR="001B4B67" w:rsidRDefault="001B4B67" w:rsidP="001B4B67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sua figlia vada con lui/ sua figlia passi il tempo con lui/ sua figlia parta con lui</w:t>
      </w:r>
    </w:p>
    <w:p w14:paraId="666278E4" w14:textId="77777777" w:rsidR="001B4B67" w:rsidRDefault="001B4B67" w:rsidP="001B4B67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dopo che avrà letto il prospetto per fare la prenotazione/ per prenotare il viaggio </w:t>
      </w:r>
    </w:p>
    <w:p w14:paraId="6AC4BB03" w14:textId="77777777" w:rsidR="001B4B67" w:rsidRDefault="001B4B67" w:rsidP="001B4B67">
      <w:pPr>
        <w:rPr>
          <w:rFonts w:ascii="Times New Roman" w:eastAsia="Times New Roman" w:hAnsi="Times New Roman" w:cs="Times New Roman"/>
          <w:color w:val="6AA84F"/>
          <w:sz w:val="24"/>
          <w:szCs w:val="24"/>
        </w:rPr>
      </w:pPr>
    </w:p>
    <w:p w14:paraId="1847496B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D853EF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6318A4EE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1.C; 2.E; 3.D; 4.F; 5.B. </w:t>
      </w:r>
    </w:p>
    <w:p w14:paraId="437C25A4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CBCD3A2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9</w:t>
      </w:r>
    </w:p>
    <w:p w14:paraId="430F932A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72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</w:tblGrid>
      <w:tr w:rsidR="001B4B67" w14:paraId="74E69A73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D9DA1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Chi?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50E7E" w14:textId="77777777" w:rsidR="001B4B67" w:rsidRDefault="001B4B67" w:rsidP="008662CB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Maria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9CBEB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Paolo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0CF88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Giacomo</w:t>
            </w:r>
          </w:p>
        </w:tc>
      </w:tr>
      <w:tr w:rsidR="001B4B67" w14:paraId="2313A3C7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02C55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Mezzo di trasporto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18AC6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aereo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5BC38" w14:textId="77777777" w:rsidR="001B4B67" w:rsidRDefault="001B4B67" w:rsidP="008662CB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treno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2BEEF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pullman</w:t>
            </w:r>
          </w:p>
        </w:tc>
      </w:tr>
      <w:tr w:rsidR="001B4B67" w14:paraId="652A667A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D1AC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Dove va?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E9F27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Londra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C9C0B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Parigi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B3C06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Bari</w:t>
            </w:r>
          </w:p>
        </w:tc>
      </w:tr>
      <w:tr w:rsidR="001B4B67" w14:paraId="04DB3162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A4E48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comincia il viaggio?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9F293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Roma/ Fiumicino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BEA1D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Milano/ Stazione Centrale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25FD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Venezia</w:t>
            </w:r>
          </w:p>
        </w:tc>
      </w:tr>
      <w:tr w:rsidR="001B4B67" w14:paraId="378F07F7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2213D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che ora comincia il viaggio?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21A8C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8:55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12A3B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DC3D9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12:28</w:t>
            </w:r>
          </w:p>
        </w:tc>
      </w:tr>
    </w:tbl>
    <w:p w14:paraId="0531680D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715B9E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D48C46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162507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78850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1F5527D3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E59D6D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10</w:t>
      </w:r>
    </w:p>
    <w:p w14:paraId="23D514EC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2.D; 3.B; 4.G; 5.H; 6.A</w:t>
      </w:r>
    </w:p>
    <w:p w14:paraId="40906FA9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87CA4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11</w:t>
      </w:r>
    </w:p>
    <w:p w14:paraId="467255AD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1.E; 2.C; 3.F; 4.A; 5.D.</w:t>
      </w:r>
    </w:p>
    <w:p w14:paraId="2B4DAD3C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FBA0AD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12</w:t>
      </w:r>
    </w:p>
    <w:p w14:paraId="194FEA70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2.A; 3.B.</w:t>
      </w:r>
    </w:p>
    <w:p w14:paraId="29E17925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F14B98" w14:textId="3458B63D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7B3C">
        <w:rPr>
          <w:rFonts w:ascii="Times New Roman" w:eastAsia="Times New Roman" w:hAnsi="Times New Roman" w:cs="Times New Roman"/>
          <w:b/>
          <w:sz w:val="24"/>
          <w:szCs w:val="24"/>
        </w:rPr>
        <w:t>13</w:t>
      </w:r>
    </w:p>
    <w:p w14:paraId="48EDE72D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CA84D5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in aereo; 5.un attacco di panico; 6.volo di ritorno/ volo;7.alla stazione di servizio/ ad un’area di servizio. </w:t>
      </w:r>
    </w:p>
    <w:p w14:paraId="1956D744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8D1728" w14:textId="16A66A7A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E07B3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4</w:t>
      </w:r>
    </w:p>
    <w:p w14:paraId="46BE3000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8.samolotem; 9.ataku paniki; 10.lot powrotny/ lot/ samolot; 11.stację benzynową/ stację napraw.</w:t>
      </w:r>
    </w:p>
    <w:p w14:paraId="09443B02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986863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6E95B56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41619CA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8C3852A" w14:textId="4D2EC38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E07B3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5</w:t>
      </w:r>
    </w:p>
    <w:p w14:paraId="5FD87592" w14:textId="77777777" w:rsidR="001B4B67" w:rsidRPr="001B4B67" w:rsidRDefault="001B4B67" w:rsidP="001B4B67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1.C; 2.B; 3.A.</w:t>
      </w:r>
    </w:p>
    <w:p w14:paraId="0E234FAA" w14:textId="7A3E0144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E07B3C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7BB3D644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1.cui avevo letto; 2.Ti piacerebbe; 3.Viaggiare da solo.</w:t>
      </w:r>
    </w:p>
    <w:p w14:paraId="3D2FE0AB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CAE499" w14:textId="606A9A04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E07B3C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32B0B1AD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1.tutte e due; 2.ho sentito suonare; 3.la prima; 4. lontano dal centro commerciale.</w:t>
      </w:r>
    </w:p>
    <w:p w14:paraId="3F9D097F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822A34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99B0EE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25827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0B0AC735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788E3AB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1992DF6E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2923D4D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2F46919C" w14:textId="77777777" w:rsidR="001B4B67" w:rsidRPr="001B4B67" w:rsidRDefault="001B4B67" w:rsidP="001B4B67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2.C; 3.A; 4.A.   </w:t>
      </w:r>
    </w:p>
    <w:p w14:paraId="414CD0F5" w14:textId="77777777" w:rsidR="001B4B67" w:rsidRPr="001B4B67" w:rsidRDefault="001B4B67" w:rsidP="001B4B67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3AF92530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1.B; 2.C; 3.A; 4.D; 5.A; </w:t>
      </w:r>
    </w:p>
    <w:p w14:paraId="031488A5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6.completare il collegamento; 7.contribuzione a migliorare; 8.inquinamento e traffico; 9.una rivoluzione verde.</w:t>
      </w:r>
    </w:p>
    <w:p w14:paraId="45CACC20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05CB96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495FE972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F8B9DD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1.C; 2.E; 3.B; 4.F; 5.D.</w:t>
      </w:r>
    </w:p>
    <w:p w14:paraId="2A3342BC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B93E311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37AC291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SŁUCHANYCH</w:t>
      </w:r>
    </w:p>
    <w:p w14:paraId="578701C7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15C059C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7250151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1.D; 2.F; 3.A; 4.E; 5.B.</w:t>
      </w:r>
    </w:p>
    <w:p w14:paraId="054661C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8221FAD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</w:t>
      </w:r>
    </w:p>
    <w:p w14:paraId="502630E0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2.B; 3.D; </w:t>
      </w: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4.A.</w:t>
      </w:r>
      <w:r w:rsidRPr="001B4B6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 xml:space="preserve">   </w:t>
      </w:r>
    </w:p>
    <w:p w14:paraId="642DD31F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D092C9E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40199DD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</w:t>
      </w:r>
    </w:p>
    <w:p w14:paraId="7C78A5C6" w14:textId="77777777" w:rsidR="001B4B67" w:rsidRDefault="001B4B67" w:rsidP="001B4B67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B4B67" w14:paraId="72858D3C" w14:textId="77777777" w:rsidTr="008662C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C8BC0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Albergo a 5 stelle</w:t>
            </w:r>
          </w:p>
          <w:p w14:paraId="340A111A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3EEFCF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Dove cercare le informazioni:(1)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tutte le regole sono state presentate nel decreto emanato nel 2008</w:t>
            </w:r>
          </w:p>
          <w:p w14:paraId="6682981C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3B12680E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Servizi assicurati 24 ore su 24: (2)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servizio di ricevimento, un servizio di parcheggio, il servizio bar, un servizio di custodia, un servizio di trasporto bagagli</w:t>
            </w:r>
          </w:p>
          <w:p w14:paraId="4C2EA605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A3EBDA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Servizio assicurato (3)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una volta al giorno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servizio di pulizia, il cambio  della biancheria da camera e da bagno</w:t>
            </w:r>
          </w:p>
          <w:p w14:paraId="0F9BE277" w14:textId="77777777" w:rsidR="001B4B67" w:rsidRDefault="001B4B67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4BA1A8" w14:textId="77777777" w:rsidR="001B4B67" w:rsidRDefault="001B4B67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8882386" w14:textId="77777777" w:rsidR="001B4B67" w:rsidRDefault="001B4B67" w:rsidP="001B4B67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C76E5F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E2102D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9343C5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9BC9F7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9FC3B3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082381FF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53ED08D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</w:t>
      </w:r>
    </w:p>
    <w:p w14:paraId="65D3A4E9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1.mangiare; 2.Benché/ </w:t>
      </w:r>
      <w:proofErr w:type="spellStart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Sebbene</w:t>
      </w:r>
      <w:proofErr w:type="spellEnd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/ </w:t>
      </w:r>
      <w:proofErr w:type="spellStart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Nonostante</w:t>
      </w:r>
      <w:proofErr w:type="spellEnd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che</w:t>
      </w:r>
      <w:proofErr w:type="spellEnd"/>
      <w:r w:rsidRPr="001B4B67">
        <w:rPr>
          <w:rFonts w:ascii="Times New Roman" w:eastAsia="Times New Roman" w:hAnsi="Times New Roman" w:cs="Times New Roman"/>
          <w:sz w:val="24"/>
          <w:szCs w:val="24"/>
          <w:lang w:val="pl-PL"/>
        </w:rPr>
        <w:t>; 3.chiudono.</w:t>
      </w:r>
    </w:p>
    <w:p w14:paraId="036A69DF" w14:textId="77777777" w:rsidR="001B4B67" w:rsidRP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46C40B8" w14:textId="77777777" w:rsid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</w:p>
    <w:p w14:paraId="67FB88DD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1.che tu abbia detto; 2.stavate preparando; 3.alcune uova fresche.</w:t>
      </w:r>
    </w:p>
    <w:p w14:paraId="37BE8511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039D8B" w14:textId="77777777" w:rsidR="001B4B67" w:rsidRPr="001B4B67" w:rsidRDefault="001B4B67" w:rsidP="001B4B67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1B4B6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IX</w:t>
      </w:r>
    </w:p>
    <w:p w14:paraId="5CBF9218" w14:textId="77777777" w:rsidR="001B4B67" w:rsidRDefault="001B4B67" w:rsidP="001B4B67">
      <w:pPr>
        <w:shd w:val="clear" w:color="auto" w:fill="FFFFFF"/>
        <w:spacing w:after="280" w:line="324" w:lineRule="auto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1B4B67">
        <w:rPr>
          <w:rFonts w:ascii="Times New Roman" w:eastAsia="Times New Roman" w:hAnsi="Times New Roman" w:cs="Times New Roman"/>
          <w:color w:val="0A0A0A"/>
          <w:sz w:val="24"/>
          <w:szCs w:val="24"/>
          <w:lang w:val="pl-PL"/>
        </w:rPr>
        <w:t xml:space="preserve">1.A; 2.B; 3.C; 4.D; 5.C; 6. </w:t>
      </w:r>
      <w:r>
        <w:rPr>
          <w:rFonts w:ascii="Times New Roman" w:eastAsia="Times New Roman" w:hAnsi="Times New Roman" w:cs="Times New Roman"/>
          <w:color w:val="0A0A0A"/>
          <w:sz w:val="24"/>
          <w:szCs w:val="24"/>
        </w:rPr>
        <w:t>A; 7.B; 8.D; 9.D.</w:t>
      </w:r>
    </w:p>
    <w:p w14:paraId="3C549031" w14:textId="77777777" w:rsidR="001B4B67" w:rsidRDefault="001B4B67" w:rsidP="001B4B67">
      <w:pPr>
        <w:shd w:val="clear" w:color="auto" w:fill="FFFFFF"/>
        <w:spacing w:after="280" w:line="324" w:lineRule="auto"/>
        <w:rPr>
          <w:rFonts w:ascii="Times New Roman" w:eastAsia="Times New Roman" w:hAnsi="Times New Roman" w:cs="Times New Roman"/>
          <w:color w:val="0A0A0A"/>
          <w:sz w:val="24"/>
          <w:szCs w:val="24"/>
        </w:rPr>
      </w:pPr>
    </w:p>
    <w:p w14:paraId="132C69BE" w14:textId="77777777" w:rsidR="001B4B67" w:rsidRDefault="001B4B67" w:rsidP="001B4B67">
      <w:pPr>
        <w:shd w:val="clear" w:color="auto" w:fill="FFFFFF"/>
        <w:spacing w:after="280" w:line="324" w:lineRule="auto"/>
        <w:rPr>
          <w:rFonts w:ascii="Times New Roman" w:eastAsia="Times New Roman" w:hAnsi="Times New Roman" w:cs="Times New Roman"/>
          <w:color w:val="0A0A0A"/>
          <w:sz w:val="24"/>
          <w:szCs w:val="24"/>
        </w:rPr>
      </w:pPr>
    </w:p>
    <w:p w14:paraId="29E14B82" w14:textId="77777777" w:rsidR="001B4B67" w:rsidRDefault="001B4B67" w:rsidP="001B4B6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D5F200" w14:textId="77777777" w:rsidR="00107510" w:rsidRDefault="00107510"/>
    <w:sectPr w:rsidR="0010751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92652"/>
    <w:multiLevelType w:val="multilevel"/>
    <w:tmpl w:val="81866A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F585BA0"/>
    <w:multiLevelType w:val="multilevel"/>
    <w:tmpl w:val="AC00F1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25738855">
    <w:abstractNumId w:val="1"/>
  </w:num>
  <w:num w:numId="2" w16cid:durableId="140760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67"/>
    <w:rsid w:val="00107510"/>
    <w:rsid w:val="001B4B67"/>
    <w:rsid w:val="00445695"/>
    <w:rsid w:val="00E0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C90F"/>
  <w15:docId w15:val="{B5B6ED7B-C8C8-41C6-B8A0-A0C46B54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B67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4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agnieszka kasprzycka</cp:lastModifiedBy>
  <cp:revision>2</cp:revision>
  <dcterms:created xsi:type="dcterms:W3CDTF">2023-10-15T18:13:00Z</dcterms:created>
  <dcterms:modified xsi:type="dcterms:W3CDTF">2023-10-15T18:13:00Z</dcterms:modified>
</cp:coreProperties>
</file>